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1B6" w:rsidRPr="00EE28AD" w:rsidRDefault="00E111B6" w:rsidP="00E111B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EE28AD">
        <w:rPr>
          <w:rFonts w:ascii="Corbel" w:hAnsi="Corbel"/>
          <w:b/>
          <w:smallCaps/>
          <w:sz w:val="24"/>
          <w:szCs w:val="24"/>
        </w:rPr>
        <w:t>SYLABUS</w:t>
      </w:r>
    </w:p>
    <w:p w:rsidR="00E111B6" w:rsidRPr="00EE28AD" w:rsidRDefault="00E111B6" w:rsidP="00E111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28A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B36A7">
        <w:rPr>
          <w:rFonts w:ascii="Corbel" w:hAnsi="Corbel"/>
          <w:b/>
          <w:smallCaps/>
          <w:sz w:val="24"/>
          <w:szCs w:val="24"/>
        </w:rPr>
        <w:t>1</w:t>
      </w:r>
      <w:r w:rsidRPr="00EE28AD">
        <w:rPr>
          <w:rFonts w:ascii="Corbel" w:hAnsi="Corbel"/>
          <w:b/>
          <w:smallCaps/>
          <w:sz w:val="24"/>
          <w:szCs w:val="24"/>
        </w:rPr>
        <w:t>-202</w:t>
      </w:r>
      <w:r w:rsidR="009B36A7">
        <w:rPr>
          <w:rFonts w:ascii="Corbel" w:hAnsi="Corbel"/>
          <w:b/>
          <w:smallCaps/>
          <w:sz w:val="24"/>
          <w:szCs w:val="24"/>
        </w:rPr>
        <w:t>6</w:t>
      </w:r>
      <w:r w:rsidRPr="00EE28AD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445970" w:rsidRPr="00EE28AD" w:rsidRDefault="00E111B6" w:rsidP="00E111B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 xml:space="preserve">Rok akademicki   </w:t>
      </w:r>
      <w:r w:rsidRPr="00EE28AD">
        <w:rPr>
          <w:rFonts w:ascii="Corbel" w:hAnsi="Corbel"/>
          <w:b/>
          <w:sz w:val="24"/>
          <w:szCs w:val="24"/>
        </w:rPr>
        <w:t>202</w:t>
      </w:r>
      <w:r w:rsidR="009B36A7">
        <w:rPr>
          <w:rFonts w:ascii="Corbel" w:hAnsi="Corbel"/>
          <w:b/>
          <w:sz w:val="24"/>
          <w:szCs w:val="24"/>
        </w:rPr>
        <w:t>4</w:t>
      </w:r>
      <w:r w:rsidRPr="00EE28AD">
        <w:rPr>
          <w:rFonts w:ascii="Corbel" w:hAnsi="Corbel"/>
          <w:b/>
          <w:sz w:val="24"/>
          <w:szCs w:val="24"/>
        </w:rPr>
        <w:t>/202</w:t>
      </w:r>
      <w:r w:rsidR="009B36A7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EE28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E28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28AD">
        <w:rPr>
          <w:rFonts w:ascii="Corbel" w:hAnsi="Corbel"/>
          <w:szCs w:val="24"/>
        </w:rPr>
        <w:t xml:space="preserve">1. </w:t>
      </w:r>
      <w:r w:rsidR="0085747A" w:rsidRPr="00EE28AD">
        <w:rPr>
          <w:rFonts w:ascii="Corbel" w:hAnsi="Corbel"/>
          <w:szCs w:val="24"/>
        </w:rPr>
        <w:t xml:space="preserve">Podstawowe </w:t>
      </w:r>
      <w:r w:rsidR="00445970" w:rsidRPr="00EE28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28AD" w:rsidTr="00B819C8">
        <w:tc>
          <w:tcPr>
            <w:tcW w:w="2694" w:type="dxa"/>
            <w:vAlign w:val="center"/>
          </w:tcPr>
          <w:p w:rsidR="0085747A" w:rsidRPr="00EE28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E28AD" w:rsidRDefault="00E111B6" w:rsidP="00E111B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p</w:t>
            </w:r>
            <w:r w:rsidR="002F5E99" w:rsidRPr="00EE28AD">
              <w:rPr>
                <w:rFonts w:ascii="Corbel" w:hAnsi="Corbel"/>
                <w:sz w:val="24"/>
                <w:szCs w:val="24"/>
              </w:rPr>
              <w:t xml:space="preserve">rojektowanie programów wychowawczych i programów profilaktycznych do pracy z dziećmi </w:t>
            </w:r>
            <w:r w:rsidRPr="00EE28AD">
              <w:rPr>
                <w:rFonts w:ascii="Corbel" w:hAnsi="Corbel"/>
                <w:sz w:val="24"/>
                <w:szCs w:val="24"/>
              </w:rPr>
              <w:t>i młodzieżą</w:t>
            </w:r>
            <w:r w:rsidR="002F5E99" w:rsidRPr="00EE28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8AD">
              <w:rPr>
                <w:rFonts w:ascii="Corbel" w:hAnsi="Corbel"/>
                <w:sz w:val="24"/>
                <w:szCs w:val="24"/>
              </w:rPr>
              <w:br/>
            </w:r>
            <w:r w:rsidR="002F5E99" w:rsidRPr="00EE28AD">
              <w:rPr>
                <w:rFonts w:ascii="Corbel" w:hAnsi="Corbel"/>
                <w:sz w:val="24"/>
                <w:szCs w:val="24"/>
              </w:rPr>
              <w:t>w grupach zróżnicowanych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111B6" w:rsidRPr="00EE28AD" w:rsidRDefault="0019119A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IV rok, 7</w:t>
            </w:r>
            <w:r w:rsidR="00E111B6" w:rsidRPr="00EE28A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E11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Moduł D. Edukacja włączająca, Moduł D.4. Programy wychowawcze w edukacji integracyjnej i włączającej; przedmiot kierunkowy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E111B6" w:rsidRPr="00EE28AD" w:rsidTr="00B819C8">
        <w:tc>
          <w:tcPr>
            <w:tcW w:w="2694" w:type="dxa"/>
            <w:vAlign w:val="center"/>
          </w:tcPr>
          <w:p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111B6" w:rsidRPr="00EE28AD" w:rsidRDefault="00E111B6" w:rsidP="00E11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</w:tbl>
    <w:p w:rsidR="0085747A" w:rsidRPr="00EE28AD" w:rsidRDefault="0085747A" w:rsidP="006D2A61">
      <w:pPr>
        <w:pStyle w:val="Podpunkty"/>
        <w:ind w:left="0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 xml:space="preserve">* </w:t>
      </w:r>
      <w:r w:rsidRPr="00EE28A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EE28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28AD">
        <w:rPr>
          <w:rFonts w:ascii="Corbel" w:hAnsi="Corbel"/>
          <w:b w:val="0"/>
          <w:sz w:val="24"/>
          <w:szCs w:val="24"/>
        </w:rPr>
        <w:t>e,</w:t>
      </w:r>
      <w:r w:rsidRPr="00EE28A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EE28A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EE28A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E28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EE28AD" w:rsidRDefault="0085747A" w:rsidP="00E111B6">
      <w:pPr>
        <w:pStyle w:val="Podpunkty"/>
        <w:ind w:left="284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>1.</w:t>
      </w:r>
      <w:r w:rsidR="00E22FBC" w:rsidRPr="00EE28AD">
        <w:rPr>
          <w:rFonts w:ascii="Corbel" w:hAnsi="Corbel"/>
          <w:sz w:val="24"/>
          <w:szCs w:val="24"/>
        </w:rPr>
        <w:t>1</w:t>
      </w:r>
      <w:r w:rsidRPr="00EE28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EE28AD" w:rsidTr="00E11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Semestr</w:t>
            </w:r>
          </w:p>
          <w:p w:rsidR="00015B8F" w:rsidRPr="00EE28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(</w:t>
            </w:r>
            <w:r w:rsidR="00363F78" w:rsidRPr="00EE28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8AD">
              <w:rPr>
                <w:rFonts w:ascii="Corbel" w:hAnsi="Corbel"/>
                <w:szCs w:val="24"/>
              </w:rPr>
              <w:t>Wykł</w:t>
            </w:r>
            <w:proofErr w:type="spellEnd"/>
            <w:r w:rsidRPr="00EE28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8AD">
              <w:rPr>
                <w:rFonts w:ascii="Corbel" w:hAnsi="Corbel"/>
                <w:szCs w:val="24"/>
              </w:rPr>
              <w:t>Konw</w:t>
            </w:r>
            <w:proofErr w:type="spellEnd"/>
            <w:r w:rsidRPr="00EE28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8AD">
              <w:rPr>
                <w:rFonts w:ascii="Corbel" w:hAnsi="Corbel"/>
                <w:szCs w:val="24"/>
              </w:rPr>
              <w:t>Sem</w:t>
            </w:r>
            <w:proofErr w:type="spellEnd"/>
            <w:r w:rsidRPr="00EE28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8AD">
              <w:rPr>
                <w:rFonts w:ascii="Corbel" w:hAnsi="Corbel"/>
                <w:szCs w:val="24"/>
              </w:rPr>
              <w:t>Prakt</w:t>
            </w:r>
            <w:proofErr w:type="spellEnd"/>
            <w:r w:rsidRPr="00EE28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E28AD" w:rsidRDefault="00E111B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28AD">
              <w:rPr>
                <w:rFonts w:ascii="Corbel" w:hAnsi="Corbel"/>
                <w:b/>
                <w:szCs w:val="24"/>
              </w:rPr>
              <w:t>Liczba pkt</w:t>
            </w:r>
            <w:r w:rsidR="00B90885" w:rsidRPr="00EE28AD">
              <w:rPr>
                <w:rFonts w:ascii="Corbel" w:hAnsi="Corbel"/>
                <w:b/>
                <w:szCs w:val="24"/>
              </w:rPr>
              <w:t>.</w:t>
            </w:r>
            <w:r w:rsidRPr="00EE28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28AD" w:rsidTr="00E11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E111B6" w:rsidP="00E11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E11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E28AD" w:rsidRDefault="00BB1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EE28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E28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>1.</w:t>
      </w:r>
      <w:r w:rsidR="00E22FBC" w:rsidRPr="00EE28AD">
        <w:rPr>
          <w:rFonts w:ascii="Corbel" w:hAnsi="Corbel"/>
          <w:smallCaps w:val="0"/>
          <w:szCs w:val="24"/>
        </w:rPr>
        <w:t>2</w:t>
      </w:r>
      <w:r w:rsidR="00F83B28" w:rsidRPr="00EE28AD">
        <w:rPr>
          <w:rFonts w:ascii="Corbel" w:hAnsi="Corbel"/>
          <w:smallCaps w:val="0"/>
          <w:szCs w:val="24"/>
        </w:rPr>
        <w:t>.</w:t>
      </w:r>
      <w:r w:rsidR="00F83B28" w:rsidRPr="00EE28AD">
        <w:rPr>
          <w:rFonts w:ascii="Corbel" w:hAnsi="Corbel"/>
          <w:smallCaps w:val="0"/>
          <w:szCs w:val="24"/>
        </w:rPr>
        <w:tab/>
      </w:r>
      <w:r w:rsidRPr="00EE28AD">
        <w:rPr>
          <w:rFonts w:ascii="Corbel" w:hAnsi="Corbel"/>
          <w:smallCaps w:val="0"/>
          <w:szCs w:val="24"/>
        </w:rPr>
        <w:t xml:space="preserve">Sposób realizacji zajęć  </w:t>
      </w:r>
    </w:p>
    <w:p w:rsidR="00E111B6" w:rsidRPr="00EE28AD" w:rsidRDefault="00E111B6" w:rsidP="00E111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eastAsia="MS Gothic" w:hAnsi="Corbel"/>
          <w:b w:val="0"/>
          <w:szCs w:val="24"/>
        </w:rPr>
        <w:sym w:font="Wingdings" w:char="F078"/>
      </w:r>
      <w:r w:rsidRPr="00EE28AD">
        <w:rPr>
          <w:rFonts w:ascii="Corbel" w:eastAsia="MS Gothic" w:hAnsi="Corbel"/>
          <w:b w:val="0"/>
          <w:szCs w:val="24"/>
        </w:rPr>
        <w:t xml:space="preserve"> </w:t>
      </w:r>
      <w:r w:rsidRPr="00EE28A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EE28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28AD">
        <w:rPr>
          <w:rFonts w:ascii="MS Gothic" w:eastAsia="MS Gothic" w:hAnsi="MS Gothic" w:cs="MS Gothic" w:hint="eastAsia"/>
          <w:b w:val="0"/>
          <w:szCs w:val="24"/>
        </w:rPr>
        <w:t>☐</w:t>
      </w:r>
      <w:r w:rsidRPr="00EE28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E28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EE28AD" w:rsidRDefault="00E22FBC" w:rsidP="00E111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1.3 </w:t>
      </w:r>
      <w:r w:rsidR="00F83B28" w:rsidRPr="00EE28AD">
        <w:rPr>
          <w:rFonts w:ascii="Corbel" w:hAnsi="Corbel"/>
          <w:smallCaps w:val="0"/>
          <w:szCs w:val="24"/>
        </w:rPr>
        <w:tab/>
      </w:r>
      <w:r w:rsidRPr="00EE28AD">
        <w:rPr>
          <w:rFonts w:ascii="Corbel" w:hAnsi="Corbel"/>
          <w:smallCaps w:val="0"/>
          <w:szCs w:val="24"/>
        </w:rPr>
        <w:t>For</w:t>
      </w:r>
      <w:r w:rsidR="00445970" w:rsidRPr="00EE28AD">
        <w:rPr>
          <w:rFonts w:ascii="Corbel" w:hAnsi="Corbel"/>
          <w:smallCaps w:val="0"/>
          <w:szCs w:val="24"/>
        </w:rPr>
        <w:t xml:space="preserve">ma zaliczenia przedmiotu </w:t>
      </w:r>
      <w:r w:rsidRPr="00EE28AD">
        <w:rPr>
          <w:rFonts w:ascii="Corbel" w:hAnsi="Corbel"/>
          <w:smallCaps w:val="0"/>
          <w:szCs w:val="24"/>
        </w:rPr>
        <w:t xml:space="preserve"> (z toku) </w:t>
      </w:r>
    </w:p>
    <w:p w:rsidR="00E111B6" w:rsidRPr="00EE28AD" w:rsidRDefault="00E111B6" w:rsidP="00E111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ab/>
      </w:r>
      <w:r w:rsidRPr="00EE28AD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111B6" w:rsidRPr="00EE28AD" w:rsidRDefault="00E111B6" w:rsidP="00E111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EE28AD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EE28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E28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28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E28AD" w:rsidTr="00745302">
        <w:tc>
          <w:tcPr>
            <w:tcW w:w="9670" w:type="dxa"/>
          </w:tcPr>
          <w:p w:rsidR="0085747A" w:rsidRPr="00EE28A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Podstawowa wiedza z pedagogiki ogólnej</w:t>
            </w:r>
            <w:r w:rsidR="002A1262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, pedagogiki społecznej i dydaktyki,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oraz psychologii o</w:t>
            </w:r>
            <w:r w:rsidR="00E111B6" w:rsidRPr="00EE28AD">
              <w:rPr>
                <w:rFonts w:ascii="Corbel" w:hAnsi="Corbel"/>
                <w:b w:val="0"/>
                <w:smallCaps w:val="0"/>
                <w:szCs w:val="24"/>
              </w:rPr>
              <w:t>gólnej i psychologii rozwojowej</w:t>
            </w:r>
            <w:r w:rsidR="00E13DAD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, pedagogiki specjalnej. </w:t>
            </w:r>
          </w:p>
        </w:tc>
      </w:tr>
    </w:tbl>
    <w:p w:rsidR="00153C41" w:rsidRPr="00EE28A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E28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28AD">
        <w:rPr>
          <w:rFonts w:ascii="Corbel" w:hAnsi="Corbel"/>
          <w:szCs w:val="24"/>
        </w:rPr>
        <w:t>3.</w:t>
      </w:r>
      <w:r w:rsidR="00A84C85" w:rsidRPr="00EE28AD">
        <w:rPr>
          <w:rFonts w:ascii="Corbel" w:hAnsi="Corbel"/>
          <w:szCs w:val="24"/>
        </w:rPr>
        <w:t>cele, efekty uczenia się</w:t>
      </w:r>
      <w:r w:rsidR="0085747A" w:rsidRPr="00EE28A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E28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EE28AD" w:rsidRDefault="0071620A" w:rsidP="00E111B6">
      <w:pPr>
        <w:pStyle w:val="Podpunkty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 xml:space="preserve">3.1 </w:t>
      </w:r>
      <w:r w:rsidR="00C05F44" w:rsidRPr="00EE28A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24364" w:rsidRPr="00EE28AD" w:rsidTr="00C5039C">
        <w:tc>
          <w:tcPr>
            <w:tcW w:w="845" w:type="dxa"/>
            <w:vAlign w:val="center"/>
          </w:tcPr>
          <w:p w:rsidR="00C24364" w:rsidRPr="00EE28AD" w:rsidRDefault="00C24364" w:rsidP="00E111B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794" w:type="dxa"/>
          </w:tcPr>
          <w:p w:rsidR="00C24364" w:rsidRPr="00EE28AD" w:rsidRDefault="00C24364" w:rsidP="00DD08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</w:t>
            </w:r>
            <w:r w:rsidR="00442C4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programów wychowawczych i programów profilaktycznych. </w:t>
            </w:r>
          </w:p>
        </w:tc>
      </w:tr>
      <w:tr w:rsidR="00C24364" w:rsidRPr="00EE28AD" w:rsidTr="00C5039C">
        <w:tc>
          <w:tcPr>
            <w:tcW w:w="845" w:type="dxa"/>
            <w:vAlign w:val="center"/>
          </w:tcPr>
          <w:p w:rsidR="00C24364" w:rsidRPr="00EE28AD" w:rsidRDefault="00C24364" w:rsidP="00E111B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</w:tcPr>
          <w:p w:rsidR="00C24364" w:rsidRPr="00EE28AD" w:rsidRDefault="00400B38" w:rsidP="00DD08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>Przygotowanie do  analizy   postaw   wobec dzieci   i młodzieży z grup zróżnicowanych,</w:t>
            </w:r>
            <w:r w:rsidR="00C2436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zachowań trudnych oraz zazna</w:t>
            </w: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>jomienie z  różnymi rodzajami programów wychowawczych i programów profilaktycznych  d</w:t>
            </w:r>
            <w:r w:rsidR="00F65D4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>o pracy z dziećmi i młodzieżą</w:t>
            </w: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C2436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F65D4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ze specjalnymi potrzebami edukacyjnymi. </w:t>
            </w:r>
            <w:r w:rsidR="002B0E02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projektowania oraz projektowanie programów pedagogiczno-profilaktycznych. </w:t>
            </w:r>
          </w:p>
        </w:tc>
      </w:tr>
      <w:tr w:rsidR="00C24364" w:rsidRPr="00EE28AD" w:rsidTr="00C5039C">
        <w:tc>
          <w:tcPr>
            <w:tcW w:w="845" w:type="dxa"/>
            <w:vAlign w:val="center"/>
          </w:tcPr>
          <w:p w:rsidR="00C24364" w:rsidRPr="00EE28AD" w:rsidRDefault="00C24364" w:rsidP="00E111B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:rsidR="00C24364" w:rsidRPr="00EE28AD" w:rsidRDefault="00C24364" w:rsidP="00DD08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Zaznajomienie z podstawowymi zasadami </w:t>
            </w:r>
            <w:r w:rsidR="00DD0878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etycznymi w pracy </w:t>
            </w: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</w:t>
            </w:r>
            <w:r w:rsidR="00DD0878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dziećmi i młodzieżą ze specjalnymi potrzebami edukacyjnymi. </w:t>
            </w:r>
          </w:p>
        </w:tc>
      </w:tr>
    </w:tbl>
    <w:p w:rsidR="0085747A" w:rsidRPr="00EE28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E28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b/>
          <w:sz w:val="24"/>
          <w:szCs w:val="24"/>
        </w:rPr>
        <w:t xml:space="preserve">3.2 </w:t>
      </w:r>
      <w:r w:rsidR="001D7B54" w:rsidRPr="00EE28AD">
        <w:rPr>
          <w:rFonts w:ascii="Corbel" w:hAnsi="Corbel"/>
          <w:b/>
          <w:sz w:val="24"/>
          <w:szCs w:val="24"/>
        </w:rPr>
        <w:t xml:space="preserve">Efekty </w:t>
      </w:r>
      <w:r w:rsidR="00C05F44" w:rsidRPr="00EE28A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28AD">
        <w:rPr>
          <w:rFonts w:ascii="Corbel" w:hAnsi="Corbel"/>
          <w:b/>
          <w:sz w:val="24"/>
          <w:szCs w:val="24"/>
        </w:rPr>
        <w:t>dla przedmiotu</w:t>
      </w:r>
    </w:p>
    <w:p w:rsidR="001D7B54" w:rsidRPr="00EE28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EE28AD" w:rsidTr="00C5039C">
        <w:tc>
          <w:tcPr>
            <w:tcW w:w="1681" w:type="dxa"/>
            <w:vAlign w:val="center"/>
          </w:tcPr>
          <w:p w:rsidR="0085747A" w:rsidRPr="00EE28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28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28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EE28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EE28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EE28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111B6" w:rsidRPr="00EE28AD" w:rsidTr="00C5039C">
        <w:tc>
          <w:tcPr>
            <w:tcW w:w="1681" w:type="dxa"/>
            <w:vAlign w:val="center"/>
          </w:tcPr>
          <w:p w:rsidR="00E111B6" w:rsidRPr="00EE28AD" w:rsidRDefault="00E111B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E111B6" w:rsidRPr="00EE28AD" w:rsidRDefault="00E111B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E111B6" w:rsidRPr="00EE28AD" w:rsidRDefault="00E111B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E28AD" w:rsidTr="00C5039C">
        <w:tc>
          <w:tcPr>
            <w:tcW w:w="1681" w:type="dxa"/>
            <w:vAlign w:val="center"/>
          </w:tcPr>
          <w:p w:rsidR="0085747A" w:rsidRPr="00EE28AD" w:rsidRDefault="0085747A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0977EB" w:rsidRPr="00EE28AD" w:rsidRDefault="000266BD" w:rsidP="00EA4A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0564B" w:rsidRPr="00EE28AD">
              <w:rPr>
                <w:rFonts w:ascii="Corbel" w:hAnsi="Corbel"/>
                <w:b w:val="0"/>
                <w:smallCaps w:val="0"/>
                <w:szCs w:val="24"/>
              </w:rPr>
              <w:t>charakteryzuje  współczesne podejście do problemów uczniów ze specjalnymi potrzebami edukacyjnymi   w warunkach edukacji włą</w:t>
            </w:r>
            <w:r w:rsidR="00EA4A3E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czającej i integracyjnej, funkcjonowania    warunkach szkoły ogólnodostępnej, zaspokajania indywidualnych, specjalnych potrzeb, współpracy z rówieśnikami.  </w:t>
            </w:r>
            <w:r w:rsidR="0060564B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85747A" w:rsidRPr="00EE28AD" w:rsidRDefault="00E25656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820B02" w:rsidRPr="00EE28AD"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85747A" w:rsidRPr="00EE28AD" w:rsidTr="00C5039C">
        <w:tc>
          <w:tcPr>
            <w:tcW w:w="1681" w:type="dxa"/>
            <w:vAlign w:val="center"/>
          </w:tcPr>
          <w:p w:rsidR="0085747A" w:rsidRPr="00EE28AD" w:rsidRDefault="0085747A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53F8D" w:rsidRPr="00EE28AD" w:rsidRDefault="00F84C78" w:rsidP="00E11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B1CC1" w:rsidRPr="00EE28AD">
              <w:rPr>
                <w:rFonts w:ascii="Corbel" w:hAnsi="Corbel"/>
                <w:b w:val="0"/>
                <w:smallCaps w:val="0"/>
                <w:szCs w:val="24"/>
              </w:rPr>
              <w:t>rojektuje działania pro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aktywne wykorzystując aktualne koncepcje psychologiczne i pedagogiczne w planowaniu, realizacji i ewaluacji działań  wychowawczych i edukacyjnych uczniów z specjalnymi potrzebami edukacyjnymi. </w:t>
            </w:r>
          </w:p>
        </w:tc>
        <w:tc>
          <w:tcPr>
            <w:tcW w:w="1984" w:type="dxa"/>
            <w:vAlign w:val="center"/>
          </w:tcPr>
          <w:p w:rsidR="0085747A" w:rsidRPr="00EE28AD" w:rsidRDefault="00E25656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054881" w:rsidRPr="00EE28AD">
              <w:rPr>
                <w:rFonts w:ascii="Corbel" w:hAnsi="Corbel"/>
                <w:b w:val="0"/>
                <w:bCs/>
                <w:szCs w:val="24"/>
              </w:rPr>
              <w:t>U5</w:t>
            </w:r>
          </w:p>
          <w:p w:rsidR="00E111B6" w:rsidRPr="00EE28AD" w:rsidRDefault="00E111B6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PS.U6.</w:t>
            </w:r>
          </w:p>
        </w:tc>
      </w:tr>
      <w:tr w:rsidR="00360142" w:rsidRPr="00EE28AD" w:rsidTr="00C5039C">
        <w:tc>
          <w:tcPr>
            <w:tcW w:w="1681" w:type="dxa"/>
            <w:vAlign w:val="center"/>
          </w:tcPr>
          <w:p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60142" w:rsidRPr="00EE28AD" w:rsidRDefault="000266BD" w:rsidP="00E11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5A4828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projektuje i poprowadzi zajęcia oraz dokona ich ewaluacji, opracuje projekt, analizuje sytuacje wychowawcze w kontekście  trudnych  sytuacji dla dziecka ze specjalnymi potrzebami edukacyjnymi. </w:t>
            </w:r>
            <w:r w:rsidR="00EE7296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Diagnozuje potrzeby i oczekiwania oraz zasoby podmiotów życia szkolnego. </w:t>
            </w:r>
            <w:r w:rsidR="005D26EC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Zaprojektuje programy kształtowania postaw wobec dzieci i uczniów  z niepełnosprawnościami i relacji rówieśniczych w grupach integracyjnych. </w:t>
            </w:r>
          </w:p>
        </w:tc>
        <w:tc>
          <w:tcPr>
            <w:tcW w:w="1984" w:type="dxa"/>
            <w:vAlign w:val="center"/>
          </w:tcPr>
          <w:p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054881" w:rsidRPr="00EE28AD">
              <w:rPr>
                <w:rFonts w:ascii="Corbel" w:hAnsi="Corbel"/>
                <w:b w:val="0"/>
                <w:bCs/>
                <w:szCs w:val="24"/>
              </w:rPr>
              <w:t>U</w:t>
            </w:r>
            <w:r w:rsidR="00AD6893" w:rsidRPr="00EE28AD">
              <w:rPr>
                <w:rFonts w:ascii="Corbel" w:hAnsi="Corbel"/>
                <w:b w:val="0"/>
                <w:bCs/>
                <w:szCs w:val="24"/>
              </w:rPr>
              <w:t>11</w:t>
            </w:r>
          </w:p>
        </w:tc>
      </w:tr>
      <w:tr w:rsidR="00360142" w:rsidRPr="00EE28AD" w:rsidTr="00C5039C">
        <w:tc>
          <w:tcPr>
            <w:tcW w:w="1681" w:type="dxa"/>
            <w:vAlign w:val="center"/>
          </w:tcPr>
          <w:p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60142" w:rsidRPr="00EE28AD" w:rsidRDefault="000266BD" w:rsidP="00500B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42385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omunikuje się z otoczeniem i aktywnie uczestniczy w grupach i organizacjach </w:t>
            </w:r>
            <w:r w:rsidR="00B02B94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realizujących działania terapeutyczne, edukacyjne, rehabilitacyjne, </w:t>
            </w:r>
            <w:r w:rsidR="009451DB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resocjalizacyjne. </w:t>
            </w:r>
            <w:r w:rsidR="005335A2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Przyjmuje odpowiedzialność za podejmowane decyzje związane z organizacją procesu edukacyjno-terapeutycznego w przedszkolu, grupie przedszkolnej, szkole czy klasie szkolnej. </w:t>
            </w:r>
          </w:p>
        </w:tc>
        <w:tc>
          <w:tcPr>
            <w:tcW w:w="1984" w:type="dxa"/>
            <w:vAlign w:val="center"/>
          </w:tcPr>
          <w:p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4520C8" w:rsidRPr="00EE28AD">
              <w:rPr>
                <w:rFonts w:ascii="Corbel" w:hAnsi="Corbel"/>
                <w:b w:val="0"/>
                <w:bCs/>
                <w:szCs w:val="24"/>
              </w:rPr>
              <w:t>K3</w:t>
            </w:r>
          </w:p>
        </w:tc>
      </w:tr>
      <w:tr w:rsidR="00360142" w:rsidRPr="00EE28AD" w:rsidTr="00C5039C">
        <w:tc>
          <w:tcPr>
            <w:tcW w:w="1681" w:type="dxa"/>
            <w:vAlign w:val="center"/>
          </w:tcPr>
          <w:p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60142" w:rsidRPr="00EE28AD" w:rsidRDefault="009451DB" w:rsidP="005028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Komunikuje się z osobami z różnych środowisk  dla dialogowego rozwiązywania  konfliktów  i tworzenia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atmosfery sprzyjającej komunikacji w klasie szkolnej, poza klasą. </w:t>
            </w:r>
            <w:r w:rsidR="00F13E27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Przyjmuje odpowiedzialność za postępowanie zgodne z zasadami etyki  zawodowej  w działaniach diagnostycznych, rozpoznawania konfliktu   czy przemocy  oraz ustalania działań interwencyjnych, wskazań terapeutycznych. </w:t>
            </w:r>
          </w:p>
        </w:tc>
        <w:tc>
          <w:tcPr>
            <w:tcW w:w="1984" w:type="dxa"/>
            <w:vAlign w:val="center"/>
          </w:tcPr>
          <w:p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lastRenderedPageBreak/>
              <w:t>PS.</w:t>
            </w:r>
            <w:r w:rsidR="000977EB" w:rsidRPr="00EE28AD">
              <w:rPr>
                <w:rFonts w:ascii="Corbel" w:hAnsi="Corbel"/>
                <w:b w:val="0"/>
                <w:bCs/>
                <w:szCs w:val="24"/>
              </w:rPr>
              <w:t>K</w:t>
            </w:r>
            <w:r w:rsidR="009451DB" w:rsidRPr="00EE28AD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</w:tbl>
    <w:p w:rsidR="0085747A" w:rsidRPr="00EE28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E28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28AD">
        <w:rPr>
          <w:rFonts w:ascii="Corbel" w:hAnsi="Corbel"/>
          <w:b/>
          <w:sz w:val="24"/>
          <w:szCs w:val="24"/>
        </w:rPr>
        <w:t>3.3</w:t>
      </w:r>
      <w:r w:rsidR="00E04E50" w:rsidRPr="00EE28AD">
        <w:rPr>
          <w:rFonts w:ascii="Corbel" w:hAnsi="Corbel"/>
          <w:b/>
          <w:sz w:val="24"/>
          <w:szCs w:val="24"/>
        </w:rPr>
        <w:t xml:space="preserve"> </w:t>
      </w:r>
      <w:r w:rsidR="0085747A" w:rsidRPr="00EE28AD">
        <w:rPr>
          <w:rFonts w:ascii="Corbel" w:hAnsi="Corbel"/>
          <w:b/>
          <w:sz w:val="24"/>
          <w:szCs w:val="24"/>
        </w:rPr>
        <w:t>T</w:t>
      </w:r>
      <w:r w:rsidR="001D7B54" w:rsidRPr="00EE28AD">
        <w:rPr>
          <w:rFonts w:ascii="Corbel" w:hAnsi="Corbel"/>
          <w:b/>
          <w:sz w:val="24"/>
          <w:szCs w:val="24"/>
        </w:rPr>
        <w:t xml:space="preserve">reści programowe </w:t>
      </w:r>
    </w:p>
    <w:p w:rsidR="00E111B6" w:rsidRPr="00EE28AD" w:rsidRDefault="0085747A" w:rsidP="006D2A6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 xml:space="preserve">Problematyka wykładu </w:t>
      </w:r>
      <w:r w:rsidR="006D2A61" w:rsidRPr="00EE28AD">
        <w:rPr>
          <w:rFonts w:ascii="Corbel" w:hAnsi="Corbel"/>
          <w:sz w:val="24"/>
          <w:szCs w:val="24"/>
        </w:rPr>
        <w:t xml:space="preserve"> - </w:t>
      </w:r>
      <w:r w:rsidR="00E111B6" w:rsidRPr="00EE28AD">
        <w:rPr>
          <w:rFonts w:ascii="Corbel" w:hAnsi="Corbel"/>
          <w:sz w:val="24"/>
          <w:szCs w:val="24"/>
        </w:rPr>
        <w:t>nie dotyczy</w:t>
      </w:r>
    </w:p>
    <w:p w:rsidR="00675843" w:rsidRPr="00EE28AD" w:rsidRDefault="00E111B6" w:rsidP="00E111B6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ab/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28AD" w:rsidTr="00893027">
        <w:tc>
          <w:tcPr>
            <w:tcW w:w="9520" w:type="dxa"/>
          </w:tcPr>
          <w:p w:rsidR="0085747A" w:rsidRPr="00EE28AD" w:rsidRDefault="0085747A" w:rsidP="00E11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Treści merytoryczne</w:t>
            </w:r>
            <w:r w:rsidR="00E111B6" w:rsidRPr="00EE28A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EE28AD" w:rsidTr="00893027">
        <w:tc>
          <w:tcPr>
            <w:tcW w:w="9520" w:type="dxa"/>
          </w:tcPr>
          <w:p w:rsidR="0085747A" w:rsidRPr="00EE28AD" w:rsidRDefault="00822D0F" w:rsidP="00822D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Zasady współpracy środowisk wychowawczych  w procesie wychowania</w:t>
            </w:r>
          </w:p>
        </w:tc>
      </w:tr>
      <w:tr w:rsidR="00E111B6" w:rsidRPr="00EE28AD" w:rsidTr="00893027">
        <w:tc>
          <w:tcPr>
            <w:tcW w:w="9520" w:type="dxa"/>
          </w:tcPr>
          <w:p w:rsidR="00E111B6" w:rsidRPr="00EE28AD" w:rsidRDefault="00E111B6" w:rsidP="00822D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Podstawowe pojęcia wychowania i rozwoju, funkcje wychowania, style wychowania, przymus  w wychowaniu, swoboda w wychowaniu, wychowanie adaptacyjne, wychowanie emancypacyjne, wychowanie w kontekście manipulacji.  </w:t>
            </w:r>
          </w:p>
        </w:tc>
      </w:tr>
      <w:tr w:rsidR="00E111B6" w:rsidRPr="00EE28AD" w:rsidTr="00893027">
        <w:tc>
          <w:tcPr>
            <w:tcW w:w="9520" w:type="dxa"/>
          </w:tcPr>
          <w:p w:rsidR="00E111B6" w:rsidRPr="00EE28AD" w:rsidRDefault="00E111B6" w:rsidP="00E111B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Podmiotowość  w wychowaniu. Istota programu wychowawczego szkoły, przedszkola. Miejsce i rola  szkoły w wychowaniu, wspomaganiu rozwoju    dziecka ze specjalnymi potrzebami edukacyjnymi. </w:t>
            </w:r>
          </w:p>
        </w:tc>
      </w:tr>
      <w:tr w:rsidR="00E111B6" w:rsidRPr="00EE28AD" w:rsidTr="00893027">
        <w:tc>
          <w:tcPr>
            <w:tcW w:w="9520" w:type="dxa"/>
          </w:tcPr>
          <w:p w:rsidR="00E111B6" w:rsidRPr="00EE28AD" w:rsidRDefault="00E111B6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Style i postawy wychowawcze  w szkole, przedszkolu, postawy nauczycieli, rówieśników. Rozpoznawanie relacji społecznych   w przedszkolu i szkole , grupach rówieśniczych. </w:t>
            </w:r>
          </w:p>
        </w:tc>
      </w:tr>
      <w:tr w:rsidR="00E111B6" w:rsidRPr="00EE28AD" w:rsidTr="00893027">
        <w:tc>
          <w:tcPr>
            <w:tcW w:w="9520" w:type="dxa"/>
          </w:tcPr>
          <w:p w:rsidR="00E111B6" w:rsidRPr="00EE28AD" w:rsidRDefault="00E111B6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Środowisko kształcenia i wychowania jako środowisko   wspomagania rozwoju i zaspokajania potrzeb dzieci ze specjalnymi potrzebami edukacyjnymi. </w:t>
            </w:r>
          </w:p>
        </w:tc>
      </w:tr>
      <w:tr w:rsidR="00E111B6" w:rsidRPr="00EE28AD" w:rsidTr="00DC6C16">
        <w:tc>
          <w:tcPr>
            <w:tcW w:w="9520" w:type="dxa"/>
          </w:tcPr>
          <w:p w:rsidR="00E111B6" w:rsidRPr="00EE28AD" w:rsidRDefault="00E111B6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Kontekst środowiskowych zachowań trudnych.  Współpraca z rówieśnikami. </w:t>
            </w:r>
          </w:p>
        </w:tc>
      </w:tr>
      <w:tr w:rsidR="00E111B6" w:rsidRPr="00EE28AD" w:rsidTr="00DC6C16">
        <w:tc>
          <w:tcPr>
            <w:tcW w:w="9520" w:type="dxa"/>
          </w:tcPr>
          <w:p w:rsidR="00E111B6" w:rsidRPr="00EE28AD" w:rsidRDefault="00E111B6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Kontekst osobisty zachowań trudnych.</w:t>
            </w:r>
          </w:p>
        </w:tc>
      </w:tr>
      <w:tr w:rsidR="00E111B6" w:rsidRPr="00EE28AD" w:rsidTr="00DC6C16">
        <w:tc>
          <w:tcPr>
            <w:tcW w:w="9520" w:type="dxa"/>
          </w:tcPr>
          <w:p w:rsidR="00E111B6" w:rsidRPr="00EE28AD" w:rsidRDefault="00E111B6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Koncepcje psychologiczne i pedagogiczne  jako teoretyczne podstawy do budowan</w:t>
            </w:r>
            <w:r w:rsidR="000A27A5" w:rsidRPr="00EE28AD">
              <w:rPr>
                <w:rFonts w:ascii="Corbel" w:hAnsi="Corbel"/>
                <w:sz w:val="24"/>
                <w:szCs w:val="24"/>
              </w:rPr>
              <w:t xml:space="preserve">ia  działań   wychowawczych,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terapeutycznych, edukacyjnych uczniów ze specjalnymi potrzebami edukacyjnymi. </w:t>
            </w:r>
          </w:p>
        </w:tc>
      </w:tr>
      <w:tr w:rsidR="00E111B6" w:rsidRPr="00EE28AD" w:rsidTr="00DC6C16">
        <w:tc>
          <w:tcPr>
            <w:tcW w:w="9520" w:type="dxa"/>
          </w:tcPr>
          <w:p w:rsidR="00E111B6" w:rsidRPr="00EE28AD" w:rsidRDefault="00E111B6" w:rsidP="002821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Rola pracy zespołowej w modyfikacji zachowań trudnych   oraz zaspokajaniu specjalnych potrzeb uczniów.  Tworzenie zespołu wdrażającego interwencję. Cele podejmowanych działań wychowawczych. </w:t>
            </w:r>
          </w:p>
        </w:tc>
      </w:tr>
      <w:tr w:rsidR="00E111B6" w:rsidRPr="00EE28AD" w:rsidTr="00DC6C16">
        <w:tc>
          <w:tcPr>
            <w:tcW w:w="9520" w:type="dxa"/>
          </w:tcPr>
          <w:p w:rsidR="00E111B6" w:rsidRPr="00EE28AD" w:rsidRDefault="00E111B6" w:rsidP="002821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Współpraca specjalistów z rodzicami jako warunek efektywnej pracy wychowawczo-terapeutycznej, edukacyjnej, rehabilitacyjnej, resocjalizacyjnej. 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Diagnozowanie potrzeb, oczekiwań, i zasobów   zróżnicowanych  grup dzieci i młodzieży. 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Konstruowanie programów wychowawczych, określanie celów podejmowanych działań. Dokonywanie ewaluacji. 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Budowanie programów kształtowania postaw  wobec dzieci ze specjalnymi potrzebami edukacyjnymi, relacji rówieśniczych. 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Analiza zachowań trudnych - opisy przypadków – ćwiczenia praktyczne.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Projektowanie  procesu edukacyjno-terapeutycznego .   Opracowanie projektu.  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Rozpoznawanie zachowań świadczących o wystąpieniu konfliktu   lub przemocy  oraz określanie   działań interwencyjnych, wskazań terapeutycznych. 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Opracowywanie procedur terapeutycznych i tworzenie planu oddziaływań.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Dokumentowanie przebiegu pracy terapeutycznej, ewaluacja.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lastRenderedPageBreak/>
              <w:t>Modyfikowanie zachowań trudnych w klasie szkolnej. Techniki kierowania klasą.</w:t>
            </w:r>
          </w:p>
        </w:tc>
      </w:tr>
      <w:tr w:rsidR="000A27A5" w:rsidRPr="00EE28AD" w:rsidTr="00DC6C16">
        <w:tc>
          <w:tcPr>
            <w:tcW w:w="9520" w:type="dxa"/>
          </w:tcPr>
          <w:p w:rsidR="000A27A5" w:rsidRPr="00EE28AD" w:rsidRDefault="000A27A5" w:rsidP="002821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Podstawy teoretyczne programów  profilaktycznych, uzależnień, zapobiegania samobójstwom dzieci i młodzieży. Rodzaje programów:  wychowawcze, edukacyjne, terapeutyczne, profilaktyczne, resocjalizacyjne, rehabilitacyjne. Metody i zasady  ich opracowania. Metodyka konstruowania programów oraz ich wykorzystywania . Założenia teoretyczne. </w:t>
            </w:r>
          </w:p>
        </w:tc>
      </w:tr>
    </w:tbl>
    <w:p w:rsidR="0085747A" w:rsidRPr="00EE28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E28AD" w:rsidRDefault="009F4610" w:rsidP="000A27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>3.4 Metody dydaktyczne</w:t>
      </w:r>
    </w:p>
    <w:p w:rsidR="006305E3" w:rsidRPr="00EE28AD" w:rsidRDefault="000A27A5" w:rsidP="000A27A5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b w:val="0"/>
          <w:smallCaps w:val="0"/>
          <w:szCs w:val="24"/>
        </w:rPr>
        <w:t>w</w:t>
      </w:r>
      <w:r w:rsidR="006305E3" w:rsidRPr="00EE28AD">
        <w:rPr>
          <w:rFonts w:ascii="Corbel" w:hAnsi="Corbel"/>
          <w:b w:val="0"/>
          <w:smallCaps w:val="0"/>
          <w:szCs w:val="24"/>
        </w:rPr>
        <w:t xml:space="preserve">ykład z prezentacją multimedialną, praca w grupach, analiza materiałów filmowych z dyskusją, metoda </w:t>
      </w:r>
      <w:r w:rsidRPr="00EE28AD">
        <w:rPr>
          <w:rFonts w:ascii="Corbel" w:hAnsi="Corbel"/>
          <w:b w:val="0"/>
          <w:smallCaps w:val="0"/>
          <w:szCs w:val="24"/>
        </w:rPr>
        <w:t>projektów</w:t>
      </w:r>
    </w:p>
    <w:p w:rsidR="00E960BB" w:rsidRPr="00EE28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E28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E28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4. </w:t>
      </w:r>
      <w:r w:rsidR="0085747A" w:rsidRPr="00EE28AD">
        <w:rPr>
          <w:rFonts w:ascii="Corbel" w:hAnsi="Corbel"/>
          <w:smallCaps w:val="0"/>
          <w:szCs w:val="24"/>
        </w:rPr>
        <w:t>METODY I KRYTERIA OCENY</w:t>
      </w:r>
    </w:p>
    <w:p w:rsidR="00923D7D" w:rsidRPr="00EE28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E28AD" w:rsidRDefault="0085747A" w:rsidP="000A27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28A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28AD" w:rsidTr="001A02D8">
        <w:tc>
          <w:tcPr>
            <w:tcW w:w="1962" w:type="dxa"/>
            <w:vAlign w:val="center"/>
          </w:tcPr>
          <w:p w:rsidR="0085747A" w:rsidRPr="00EE28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E28A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E28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EE28AD" w:rsidRDefault="0085747A" w:rsidP="000A27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A27A5" w:rsidRPr="00EE28AD" w:rsidTr="001A02D8">
        <w:tc>
          <w:tcPr>
            <w:tcW w:w="1962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E28A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E28A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A27A5" w:rsidRPr="00EE28AD" w:rsidTr="001A02D8">
        <w:tc>
          <w:tcPr>
            <w:tcW w:w="1962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PISEMNY/PROJEKT</w:t>
            </w:r>
          </w:p>
        </w:tc>
        <w:tc>
          <w:tcPr>
            <w:tcW w:w="2117" w:type="dxa"/>
          </w:tcPr>
          <w:p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A27A5" w:rsidRPr="00EE28AD" w:rsidTr="001A02D8">
        <w:tc>
          <w:tcPr>
            <w:tcW w:w="1962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A27A5" w:rsidRPr="00EE28AD" w:rsidTr="001A02D8">
        <w:tc>
          <w:tcPr>
            <w:tcW w:w="1962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A27A5" w:rsidRPr="00EE28AD" w:rsidTr="001A02D8">
        <w:tc>
          <w:tcPr>
            <w:tcW w:w="1962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EE28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EE28AD" w:rsidRDefault="003E1941" w:rsidP="000A27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4.2 </w:t>
      </w:r>
      <w:r w:rsidR="0085747A" w:rsidRPr="00EE28A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E28AD" w:rsidTr="00923D7D">
        <w:tc>
          <w:tcPr>
            <w:tcW w:w="9670" w:type="dxa"/>
          </w:tcPr>
          <w:p w:rsidR="0085747A" w:rsidRPr="00EE28AD" w:rsidRDefault="00360142" w:rsidP="006D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Zaliczenie egzaminu pisemnego</w:t>
            </w:r>
            <w:r w:rsidR="006D2A61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6D2A61" w:rsidRPr="00EE28AD">
              <w:rPr>
                <w:rFonts w:ascii="Corbel" w:hAnsi="Corbel"/>
                <w:b w:val="0"/>
                <w:szCs w:val="24"/>
              </w:rPr>
              <w:t xml:space="preserve">60% pozytywnych odpowiedzi - poziom oceny </w:t>
            </w:r>
            <w:proofErr w:type="spellStart"/>
            <w:r w:rsidR="006D2A61" w:rsidRPr="00EE28A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="006D2A61" w:rsidRPr="00EE28AD">
              <w:rPr>
                <w:rFonts w:ascii="Corbel" w:hAnsi="Corbel"/>
                <w:b w:val="0"/>
                <w:szCs w:val="24"/>
              </w:rPr>
              <w:t xml:space="preserve">. Ocena </w:t>
            </w:r>
            <w:proofErr w:type="spellStart"/>
            <w:r w:rsidR="006D2A61" w:rsidRPr="00EE28A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="006D2A61" w:rsidRPr="00EE28AD">
              <w:rPr>
                <w:rFonts w:ascii="Corbel" w:hAnsi="Corbel"/>
                <w:b w:val="0"/>
                <w:szCs w:val="24"/>
              </w:rPr>
              <w:t xml:space="preserve"> plus 70% dobra 80% dobra plus 85% bardzo dobra 90– 100%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, przygotowanie i prezentacja pracy </w:t>
            </w:r>
            <w:r w:rsidR="0041101F" w:rsidRPr="00EE28AD">
              <w:rPr>
                <w:rFonts w:ascii="Corbel" w:hAnsi="Corbel"/>
                <w:b w:val="0"/>
                <w:smallCaps w:val="0"/>
                <w:szCs w:val="24"/>
              </w:rPr>
              <w:t>projektowej,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aktywność na zajęciach.</w:t>
            </w:r>
            <w:r w:rsidR="006D2A61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EE28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28AD" w:rsidRDefault="00EE28AD" w:rsidP="000A27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EE28AD" w:rsidRDefault="0085747A" w:rsidP="000A27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28AD">
        <w:rPr>
          <w:rFonts w:ascii="Corbel" w:hAnsi="Corbel"/>
          <w:b/>
          <w:sz w:val="24"/>
          <w:szCs w:val="24"/>
        </w:rPr>
        <w:t xml:space="preserve">5. </w:t>
      </w:r>
      <w:r w:rsidR="00C61DC5" w:rsidRPr="00EE28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E28AD" w:rsidTr="003E1941">
        <w:tc>
          <w:tcPr>
            <w:tcW w:w="4962" w:type="dxa"/>
            <w:vAlign w:val="center"/>
          </w:tcPr>
          <w:p w:rsidR="0085747A" w:rsidRPr="00EE28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28A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28A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E28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28A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28A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28AD" w:rsidTr="00923D7D">
        <w:tc>
          <w:tcPr>
            <w:tcW w:w="4962" w:type="dxa"/>
          </w:tcPr>
          <w:p w:rsidR="0085747A" w:rsidRPr="00EE28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G</w:t>
            </w:r>
            <w:r w:rsidR="0085747A" w:rsidRPr="00EE28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28A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28A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28A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28A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28A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28A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E28AD" w:rsidRDefault="00BB1811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E28AD" w:rsidTr="00923D7D">
        <w:tc>
          <w:tcPr>
            <w:tcW w:w="4962" w:type="dxa"/>
          </w:tcPr>
          <w:p w:rsidR="00C61DC5" w:rsidRPr="00EE28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28A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A27A5" w:rsidRPr="00EE28A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EE28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EE28AD" w:rsidRDefault="00BB1811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EE28AD" w:rsidTr="00923D7D">
        <w:tc>
          <w:tcPr>
            <w:tcW w:w="4962" w:type="dxa"/>
          </w:tcPr>
          <w:p w:rsidR="0071620A" w:rsidRPr="00EE28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27A5" w:rsidRPr="00EE28A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EE28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A27A5" w:rsidRPr="00EE28AD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4677" w:type="dxa"/>
          </w:tcPr>
          <w:p w:rsidR="00C61DC5" w:rsidRPr="00EE28AD" w:rsidRDefault="00C61DC5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305E3" w:rsidRPr="00EE28AD" w:rsidRDefault="006305E3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62</w:t>
            </w:r>
          </w:p>
          <w:p w:rsidR="006305E3" w:rsidRPr="00EE28AD" w:rsidRDefault="006305E3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28AD" w:rsidTr="00923D7D">
        <w:tc>
          <w:tcPr>
            <w:tcW w:w="4962" w:type="dxa"/>
          </w:tcPr>
          <w:p w:rsidR="0085747A" w:rsidRPr="00EE28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E28AD" w:rsidRDefault="00360142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1</w:t>
            </w:r>
            <w:r w:rsidR="006305E3" w:rsidRPr="00EE28AD">
              <w:rPr>
                <w:rFonts w:ascii="Corbel" w:hAnsi="Corbel"/>
                <w:sz w:val="24"/>
                <w:szCs w:val="24"/>
              </w:rPr>
              <w:t>1</w:t>
            </w:r>
            <w:r w:rsidRPr="00EE28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EE28AD" w:rsidTr="00923D7D">
        <w:tc>
          <w:tcPr>
            <w:tcW w:w="4962" w:type="dxa"/>
          </w:tcPr>
          <w:p w:rsidR="0085747A" w:rsidRPr="00EE28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E28AD" w:rsidRDefault="00BB1811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EE28AD" w:rsidRDefault="00923D7D" w:rsidP="006D2A6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28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28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E28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28AD" w:rsidRDefault="00EE28AD" w:rsidP="000A27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8AD" w:rsidRDefault="00EE28AD" w:rsidP="000A27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EE28AD" w:rsidRDefault="0071620A" w:rsidP="000A27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EE28AD">
        <w:rPr>
          <w:rFonts w:ascii="Corbel" w:hAnsi="Corbel"/>
          <w:smallCaps w:val="0"/>
          <w:szCs w:val="24"/>
        </w:rPr>
        <w:t>PRAKTYKI ZAWO</w:t>
      </w:r>
      <w:r w:rsidR="009D3F3B" w:rsidRPr="00EE28A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E28AD" w:rsidTr="0083172E">
        <w:trPr>
          <w:trHeight w:val="397"/>
        </w:trPr>
        <w:tc>
          <w:tcPr>
            <w:tcW w:w="4111" w:type="dxa"/>
          </w:tcPr>
          <w:p w:rsidR="0085747A" w:rsidRPr="00EE28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EE28AD" w:rsidRDefault="000A27A5" w:rsidP="000A27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E28AD" w:rsidTr="0083172E">
        <w:trPr>
          <w:trHeight w:val="397"/>
        </w:trPr>
        <w:tc>
          <w:tcPr>
            <w:tcW w:w="4111" w:type="dxa"/>
          </w:tcPr>
          <w:p w:rsidR="0085747A" w:rsidRPr="00EE28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EE28AD" w:rsidRDefault="000A27A5" w:rsidP="000A27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E28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EE28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7. </w:t>
      </w:r>
      <w:r w:rsidR="0085747A" w:rsidRPr="00EE28AD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E28AD" w:rsidTr="000A27A5">
        <w:trPr>
          <w:trHeight w:val="397"/>
        </w:trPr>
        <w:tc>
          <w:tcPr>
            <w:tcW w:w="9639" w:type="dxa"/>
          </w:tcPr>
          <w:p w:rsidR="000A27A5" w:rsidRPr="00EE28A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28A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Barłóg K. (2008)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Wspomaganie rozwoju dzieci z niepełnosprawnością intelektualną w stopniu lekkim w różnych formach edukacji wczesnoszkolnej.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Rzeszów.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Barłóg K. (2017)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Metody i formy pracy z osobami o specjalnych potrzebach edukacyjnych i społecznych – perspektywa life – </w:t>
            </w:r>
            <w:proofErr w:type="spellStart"/>
            <w:r w:rsidRPr="00EE28AD">
              <w:rPr>
                <w:rFonts w:ascii="Corbel" w:hAnsi="Corbel"/>
                <w:i/>
                <w:sz w:val="24"/>
                <w:szCs w:val="24"/>
              </w:rPr>
              <w:t>span</w:t>
            </w:r>
            <w:proofErr w:type="spellEnd"/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Rzeszów. </w:t>
            </w:r>
          </w:p>
          <w:p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28AD">
              <w:rPr>
                <w:rFonts w:ascii="Corbel" w:hAnsi="Corbel"/>
                <w:b w:val="0"/>
                <w:smallCaps w:val="0"/>
                <w:szCs w:val="24"/>
              </w:rPr>
              <w:t>Booth</w:t>
            </w:r>
            <w:proofErr w:type="spellEnd"/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 w:rsidRPr="00EE28AD">
              <w:rPr>
                <w:rFonts w:ascii="Corbel" w:hAnsi="Corbel"/>
                <w:b w:val="0"/>
                <w:smallCaps w:val="0"/>
                <w:szCs w:val="24"/>
              </w:rPr>
              <w:t>Ainscow</w:t>
            </w:r>
            <w:proofErr w:type="spellEnd"/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M., (2002)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Przewodnik po edukacji włączającej.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Rozwój kształcenia i uczestnictwa w życiu szkoły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. Poznań. </w:t>
            </w:r>
          </w:p>
          <w:p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Chrzanowska I. (2015)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specjalna.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>Poznań.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Gajdzica Z., Bełza M., (2016)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Inkluzja edukacyjna: idee, teorie, koncepcje, modele edukacji włączającej a wybrane aspekty praktyki edukacyjnej 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Katowice.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Grzegorczyk-</w:t>
            </w: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Dłuciak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N. (red.)(2009)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Czas na dialog</w:t>
            </w:r>
            <w:r w:rsidRPr="00EE28AD">
              <w:rPr>
                <w:rFonts w:ascii="Corbel" w:hAnsi="Corbel"/>
                <w:sz w:val="24"/>
                <w:szCs w:val="24"/>
              </w:rPr>
              <w:t>, Kraków.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Handbury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Strategie pozytywnego wspierania zachowań dzieci i młodzieży z autyzmem</w:t>
            </w:r>
            <w:r w:rsidRPr="00EE28AD">
              <w:rPr>
                <w:rFonts w:ascii="Corbel" w:hAnsi="Corbel"/>
                <w:sz w:val="24"/>
                <w:szCs w:val="24"/>
              </w:rPr>
              <w:t>. Warszawa.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Kołakowski A., Pisula A ( 2014)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Sposób na trudne dziecka.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Gdańsk.</w:t>
            </w:r>
          </w:p>
          <w:p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Mitchell D. (2016)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Sprawdzone metody w edukacji specjalnej i włączającej. Strategie nauczania poparte badaniami.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Gdańsk.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Olechowska A. (2016)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Specjalne potrzeby edukacyjne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28AD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 H. R. (2006)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Rozwój społeczny. Dzieciństwo i młodość.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Kraków.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Smith D. (2008)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Święcicka J. (2010)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Trening dla uczniów.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Warszawa. </w:t>
            </w:r>
          </w:p>
          <w:p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Wolny B., Lis M. (2019)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Specjalne potrzeby edukacyjne ucznia w praktyce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życia szkolnego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. Łódź. </w:t>
            </w:r>
          </w:p>
          <w:p w:rsidR="00360142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Zielińska M.,(2012)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, Gdańsk. </w:t>
            </w:r>
          </w:p>
        </w:tc>
      </w:tr>
      <w:tr w:rsidR="0085747A" w:rsidRPr="00EE28AD" w:rsidTr="000A27A5">
        <w:trPr>
          <w:trHeight w:val="397"/>
        </w:trPr>
        <w:tc>
          <w:tcPr>
            <w:tcW w:w="9639" w:type="dxa"/>
          </w:tcPr>
          <w:p w:rsidR="00360142" w:rsidRPr="00EE28AD" w:rsidRDefault="0085747A" w:rsidP="000A27A5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Kendall P. C.(2004)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Gdańsk.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Pecyna M. (1998)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Rodzinne uwarunkowania zachowania dziecka w świetle psychologii klinicznej.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Warszawa. </w:t>
            </w:r>
          </w:p>
          <w:p w:rsidR="000A27A5" w:rsidRPr="00EE28AD" w:rsidRDefault="000A27A5" w:rsidP="000A27A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Plichta P. i in. (2018)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Specjalne potrzeby edukacyjne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uczniów z niepełno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sprawnościami.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Kraków.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Plummer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O ( 2010)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Jak kształtować umiejętności społeczne. Gry i zabawy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ruchowe dla dzieci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:rsidR="000A27A5" w:rsidRPr="00EE28AD" w:rsidRDefault="000A27A5" w:rsidP="009C54A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Podgórska –Jachnik  D. (2012)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Dobre praktyki pedagogiczne szansą innowacyjnej edukacji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>. Łódź.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Poraj G. (2008)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Rodzina jako środowisko stymulujące agresywne zachowania dzieci na różnych etapach rozwoju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[w:] red. M. Bogdanowicz, M. Lipowska,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Rodzinne, edukacyjne i psychologiczne wyznaczniki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rozwoju. Kraków.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Timms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L. A. (2009)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Pomoc dla nastolatków ze spektrum ASD w radzeniu sobie z przyjaźnią, uczuciami, konfliktami  i wiele innych.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Warszawa.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Wolny B., Lis M., (2009)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Specjalne potrzeby edukacyjne ucznia w praktyce życia szkolnego.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Łódź.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Wrona M. (2009)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Jak ćwiczyć społeczne umiejętności komunikacyjne i zwiększać samodzielność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Zasępa E.,2010)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Zachowania problemowe dorosłych dzieci z niepełnosprawnością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lastRenderedPageBreak/>
              <w:t>intelektualną,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[w:] red. Rostowska, Peplińska,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Psychospołeczne aspekty życia rodzinnego</w:t>
            </w:r>
            <w:r w:rsidRPr="00EE28AD">
              <w:rPr>
                <w:rFonts w:ascii="Corbel" w:hAnsi="Corbel"/>
                <w:sz w:val="24"/>
                <w:szCs w:val="24"/>
              </w:rPr>
              <w:t>. Warszawa.</w:t>
            </w:r>
          </w:p>
          <w:p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Zielińska M.,(2012)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, Gdańsk. </w:t>
            </w:r>
          </w:p>
          <w:p w:rsidR="00360142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Żywanowska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A.(2009)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Agresja u osób z lekką niepełnosprawnością intelektualną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</w:tc>
      </w:tr>
    </w:tbl>
    <w:p w:rsidR="0085747A" w:rsidRPr="00EE28AD" w:rsidRDefault="0085747A" w:rsidP="000A27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28AD" w:rsidRDefault="00EE28A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E28AD" w:rsidRDefault="00EE28A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E28A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5155" w:rsidRPr="00EE28AD" w:rsidRDefault="0034515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5155" w:rsidRPr="00EE28AD" w:rsidRDefault="0034515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5155" w:rsidRPr="00EE28AD" w:rsidRDefault="0034515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5155" w:rsidRPr="00EE28AD" w:rsidRDefault="00345155" w:rsidP="0034515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45155" w:rsidRPr="00EE28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145" w:rsidRDefault="00BE5145" w:rsidP="00C16ABF">
      <w:pPr>
        <w:spacing w:after="0" w:line="240" w:lineRule="auto"/>
      </w:pPr>
      <w:r>
        <w:separator/>
      </w:r>
    </w:p>
  </w:endnote>
  <w:endnote w:type="continuationSeparator" w:id="0">
    <w:p w:rsidR="00BE5145" w:rsidRDefault="00BE51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145" w:rsidRDefault="00BE5145" w:rsidP="00C16ABF">
      <w:pPr>
        <w:spacing w:after="0" w:line="240" w:lineRule="auto"/>
      </w:pPr>
      <w:r>
        <w:separator/>
      </w:r>
    </w:p>
  </w:footnote>
  <w:footnote w:type="continuationSeparator" w:id="0">
    <w:p w:rsidR="00BE5145" w:rsidRDefault="00BE514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9" w:hanging="360"/>
      </w:pPr>
    </w:lvl>
    <w:lvl w:ilvl="2" w:tplc="0415001B" w:tentative="1">
      <w:start w:val="1"/>
      <w:numFmt w:val="lowerRoman"/>
      <w:lvlText w:val="%3."/>
      <w:lvlJc w:val="right"/>
      <w:pPr>
        <w:ind w:left="959" w:hanging="180"/>
      </w:pPr>
    </w:lvl>
    <w:lvl w:ilvl="3" w:tplc="0415000F" w:tentative="1">
      <w:start w:val="1"/>
      <w:numFmt w:val="decimal"/>
      <w:lvlText w:val="%4."/>
      <w:lvlJc w:val="left"/>
      <w:pPr>
        <w:ind w:left="1679" w:hanging="360"/>
      </w:pPr>
    </w:lvl>
    <w:lvl w:ilvl="4" w:tplc="04150019" w:tentative="1">
      <w:start w:val="1"/>
      <w:numFmt w:val="lowerLetter"/>
      <w:lvlText w:val="%5."/>
      <w:lvlJc w:val="left"/>
      <w:pPr>
        <w:ind w:left="2399" w:hanging="360"/>
      </w:pPr>
    </w:lvl>
    <w:lvl w:ilvl="5" w:tplc="0415001B" w:tentative="1">
      <w:start w:val="1"/>
      <w:numFmt w:val="lowerRoman"/>
      <w:lvlText w:val="%6."/>
      <w:lvlJc w:val="right"/>
      <w:pPr>
        <w:ind w:left="3119" w:hanging="180"/>
      </w:pPr>
    </w:lvl>
    <w:lvl w:ilvl="6" w:tplc="0415000F" w:tentative="1">
      <w:start w:val="1"/>
      <w:numFmt w:val="decimal"/>
      <w:lvlText w:val="%7."/>
      <w:lvlJc w:val="left"/>
      <w:pPr>
        <w:ind w:left="3839" w:hanging="360"/>
      </w:pPr>
    </w:lvl>
    <w:lvl w:ilvl="7" w:tplc="04150019" w:tentative="1">
      <w:start w:val="1"/>
      <w:numFmt w:val="lowerLetter"/>
      <w:lvlText w:val="%8."/>
      <w:lvlJc w:val="left"/>
      <w:pPr>
        <w:ind w:left="4559" w:hanging="360"/>
      </w:pPr>
    </w:lvl>
    <w:lvl w:ilvl="8" w:tplc="0415001B" w:tentative="1">
      <w:start w:val="1"/>
      <w:numFmt w:val="lowerRoman"/>
      <w:lvlText w:val="%9."/>
      <w:lvlJc w:val="right"/>
      <w:pPr>
        <w:ind w:left="5279" w:hanging="180"/>
      </w:pPr>
    </w:lvl>
  </w:abstractNum>
  <w:abstractNum w:abstractNumId="1" w15:restartNumberingAfterBreak="0">
    <w:nsid w:val="215E4038"/>
    <w:multiLevelType w:val="hybridMultilevel"/>
    <w:tmpl w:val="D58A8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275ED"/>
    <w:multiLevelType w:val="hybridMultilevel"/>
    <w:tmpl w:val="BFD8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D6A"/>
    <w:rsid w:val="000048FD"/>
    <w:rsid w:val="000077B4"/>
    <w:rsid w:val="000138BD"/>
    <w:rsid w:val="00015091"/>
    <w:rsid w:val="00015B8F"/>
    <w:rsid w:val="00022ECE"/>
    <w:rsid w:val="000266BD"/>
    <w:rsid w:val="00040F93"/>
    <w:rsid w:val="00042A51"/>
    <w:rsid w:val="00042D2E"/>
    <w:rsid w:val="000432C7"/>
    <w:rsid w:val="00044C82"/>
    <w:rsid w:val="00054881"/>
    <w:rsid w:val="00070ED6"/>
    <w:rsid w:val="000742DC"/>
    <w:rsid w:val="00084C12"/>
    <w:rsid w:val="0009462C"/>
    <w:rsid w:val="00094B12"/>
    <w:rsid w:val="00096C46"/>
    <w:rsid w:val="000977EB"/>
    <w:rsid w:val="000A27A5"/>
    <w:rsid w:val="000A296F"/>
    <w:rsid w:val="000A2A28"/>
    <w:rsid w:val="000A3CDF"/>
    <w:rsid w:val="000B192D"/>
    <w:rsid w:val="000B28EE"/>
    <w:rsid w:val="000B3E37"/>
    <w:rsid w:val="000D04B0"/>
    <w:rsid w:val="000E6253"/>
    <w:rsid w:val="000F1C57"/>
    <w:rsid w:val="000F307D"/>
    <w:rsid w:val="000F5615"/>
    <w:rsid w:val="000F6E28"/>
    <w:rsid w:val="0012226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9E5"/>
    <w:rsid w:val="00166A03"/>
    <w:rsid w:val="001718A7"/>
    <w:rsid w:val="001737CF"/>
    <w:rsid w:val="00176083"/>
    <w:rsid w:val="0019119A"/>
    <w:rsid w:val="00192F37"/>
    <w:rsid w:val="001A02D8"/>
    <w:rsid w:val="001A70D2"/>
    <w:rsid w:val="001B1CC1"/>
    <w:rsid w:val="001B7C0A"/>
    <w:rsid w:val="001C1AE3"/>
    <w:rsid w:val="001C208C"/>
    <w:rsid w:val="001C7CF4"/>
    <w:rsid w:val="001D17A2"/>
    <w:rsid w:val="001D657B"/>
    <w:rsid w:val="001D7B54"/>
    <w:rsid w:val="001E0209"/>
    <w:rsid w:val="001E3692"/>
    <w:rsid w:val="001E5787"/>
    <w:rsid w:val="001F2CA2"/>
    <w:rsid w:val="00201D1E"/>
    <w:rsid w:val="002144C0"/>
    <w:rsid w:val="0022477D"/>
    <w:rsid w:val="002278A9"/>
    <w:rsid w:val="002336F9"/>
    <w:rsid w:val="0024028F"/>
    <w:rsid w:val="002408F9"/>
    <w:rsid w:val="00243603"/>
    <w:rsid w:val="00244ABC"/>
    <w:rsid w:val="002734B0"/>
    <w:rsid w:val="00273FE1"/>
    <w:rsid w:val="00281FF2"/>
    <w:rsid w:val="00282102"/>
    <w:rsid w:val="002857DE"/>
    <w:rsid w:val="00285DA1"/>
    <w:rsid w:val="00286345"/>
    <w:rsid w:val="00291567"/>
    <w:rsid w:val="002A1262"/>
    <w:rsid w:val="002A22BF"/>
    <w:rsid w:val="002A2389"/>
    <w:rsid w:val="002A671D"/>
    <w:rsid w:val="002B0E02"/>
    <w:rsid w:val="002B4D55"/>
    <w:rsid w:val="002B5EA0"/>
    <w:rsid w:val="002B6119"/>
    <w:rsid w:val="002C1B1C"/>
    <w:rsid w:val="002C1F06"/>
    <w:rsid w:val="002D3375"/>
    <w:rsid w:val="002D73D4"/>
    <w:rsid w:val="002F02A3"/>
    <w:rsid w:val="002F2D38"/>
    <w:rsid w:val="002F4ABE"/>
    <w:rsid w:val="002F5E99"/>
    <w:rsid w:val="002F5F6F"/>
    <w:rsid w:val="003018BA"/>
    <w:rsid w:val="0030395F"/>
    <w:rsid w:val="003054ED"/>
    <w:rsid w:val="00305AE8"/>
    <w:rsid w:val="00305C92"/>
    <w:rsid w:val="003151C5"/>
    <w:rsid w:val="00324EA2"/>
    <w:rsid w:val="00326692"/>
    <w:rsid w:val="003343CF"/>
    <w:rsid w:val="0034254B"/>
    <w:rsid w:val="00345155"/>
    <w:rsid w:val="00346FE9"/>
    <w:rsid w:val="0034759A"/>
    <w:rsid w:val="003503F6"/>
    <w:rsid w:val="003530DD"/>
    <w:rsid w:val="00356861"/>
    <w:rsid w:val="00360142"/>
    <w:rsid w:val="00363F78"/>
    <w:rsid w:val="00366B70"/>
    <w:rsid w:val="0037136A"/>
    <w:rsid w:val="00374BF9"/>
    <w:rsid w:val="00382F14"/>
    <w:rsid w:val="00390172"/>
    <w:rsid w:val="00397D81"/>
    <w:rsid w:val="003A0A5B"/>
    <w:rsid w:val="003A1176"/>
    <w:rsid w:val="003A42D6"/>
    <w:rsid w:val="003B0E14"/>
    <w:rsid w:val="003C0BAE"/>
    <w:rsid w:val="003C13FA"/>
    <w:rsid w:val="003C430D"/>
    <w:rsid w:val="003D18A9"/>
    <w:rsid w:val="003D6CE2"/>
    <w:rsid w:val="003E1941"/>
    <w:rsid w:val="003E2490"/>
    <w:rsid w:val="003E2D2D"/>
    <w:rsid w:val="003E2FE6"/>
    <w:rsid w:val="003E49D5"/>
    <w:rsid w:val="003F205D"/>
    <w:rsid w:val="003F38C0"/>
    <w:rsid w:val="00400B38"/>
    <w:rsid w:val="0041101F"/>
    <w:rsid w:val="00414E3C"/>
    <w:rsid w:val="004155A7"/>
    <w:rsid w:val="0042244A"/>
    <w:rsid w:val="0042745A"/>
    <w:rsid w:val="00427846"/>
    <w:rsid w:val="00431D5C"/>
    <w:rsid w:val="004362C6"/>
    <w:rsid w:val="00437FA2"/>
    <w:rsid w:val="00440829"/>
    <w:rsid w:val="00442C44"/>
    <w:rsid w:val="00445970"/>
    <w:rsid w:val="004520C8"/>
    <w:rsid w:val="00453C78"/>
    <w:rsid w:val="004553F6"/>
    <w:rsid w:val="00461EFC"/>
    <w:rsid w:val="004652C2"/>
    <w:rsid w:val="004706D1"/>
    <w:rsid w:val="00471326"/>
    <w:rsid w:val="0047598D"/>
    <w:rsid w:val="004840FD"/>
    <w:rsid w:val="00490F7D"/>
    <w:rsid w:val="00491678"/>
    <w:rsid w:val="0049407B"/>
    <w:rsid w:val="004968E2"/>
    <w:rsid w:val="004A3EEA"/>
    <w:rsid w:val="004A4D1F"/>
    <w:rsid w:val="004D4584"/>
    <w:rsid w:val="004D5282"/>
    <w:rsid w:val="004D69A4"/>
    <w:rsid w:val="004D7C9A"/>
    <w:rsid w:val="004E7367"/>
    <w:rsid w:val="004F1551"/>
    <w:rsid w:val="004F55A3"/>
    <w:rsid w:val="00500BD9"/>
    <w:rsid w:val="00502890"/>
    <w:rsid w:val="0050496F"/>
    <w:rsid w:val="00513B6F"/>
    <w:rsid w:val="00517C63"/>
    <w:rsid w:val="0053169B"/>
    <w:rsid w:val="005319CF"/>
    <w:rsid w:val="005335A2"/>
    <w:rsid w:val="00534BED"/>
    <w:rsid w:val="005363C4"/>
    <w:rsid w:val="00536BDE"/>
    <w:rsid w:val="00543ACC"/>
    <w:rsid w:val="0056696D"/>
    <w:rsid w:val="005806C4"/>
    <w:rsid w:val="0059484D"/>
    <w:rsid w:val="005A0855"/>
    <w:rsid w:val="005A3196"/>
    <w:rsid w:val="005A4828"/>
    <w:rsid w:val="005C080F"/>
    <w:rsid w:val="005C55E5"/>
    <w:rsid w:val="005C696A"/>
    <w:rsid w:val="005D26EC"/>
    <w:rsid w:val="005E6E85"/>
    <w:rsid w:val="005F31D2"/>
    <w:rsid w:val="0060564B"/>
    <w:rsid w:val="0061029B"/>
    <w:rsid w:val="00614451"/>
    <w:rsid w:val="00617230"/>
    <w:rsid w:val="00621CE1"/>
    <w:rsid w:val="00626FC7"/>
    <w:rsid w:val="00627FC9"/>
    <w:rsid w:val="006305E3"/>
    <w:rsid w:val="00632C0E"/>
    <w:rsid w:val="00633386"/>
    <w:rsid w:val="00647FA8"/>
    <w:rsid w:val="00650C5F"/>
    <w:rsid w:val="00654934"/>
    <w:rsid w:val="006620D9"/>
    <w:rsid w:val="00662C03"/>
    <w:rsid w:val="00671958"/>
    <w:rsid w:val="00675843"/>
    <w:rsid w:val="006903CC"/>
    <w:rsid w:val="00696477"/>
    <w:rsid w:val="006C6D04"/>
    <w:rsid w:val="006D050F"/>
    <w:rsid w:val="006D2A61"/>
    <w:rsid w:val="006D4816"/>
    <w:rsid w:val="006D6139"/>
    <w:rsid w:val="006E5D65"/>
    <w:rsid w:val="006E68C9"/>
    <w:rsid w:val="006F1282"/>
    <w:rsid w:val="006F1FBC"/>
    <w:rsid w:val="006F31E2"/>
    <w:rsid w:val="00704F1F"/>
    <w:rsid w:val="00706544"/>
    <w:rsid w:val="007072BA"/>
    <w:rsid w:val="0071620A"/>
    <w:rsid w:val="00724677"/>
    <w:rsid w:val="00725459"/>
    <w:rsid w:val="00730EC2"/>
    <w:rsid w:val="007327BD"/>
    <w:rsid w:val="00734608"/>
    <w:rsid w:val="007401A2"/>
    <w:rsid w:val="00745302"/>
    <w:rsid w:val="007461D6"/>
    <w:rsid w:val="00746EC8"/>
    <w:rsid w:val="007554DD"/>
    <w:rsid w:val="00756A78"/>
    <w:rsid w:val="00763BF1"/>
    <w:rsid w:val="00766FD4"/>
    <w:rsid w:val="007732CF"/>
    <w:rsid w:val="0078168C"/>
    <w:rsid w:val="00787C2A"/>
    <w:rsid w:val="007905E7"/>
    <w:rsid w:val="00790E27"/>
    <w:rsid w:val="00796B1E"/>
    <w:rsid w:val="007A23D1"/>
    <w:rsid w:val="007A265C"/>
    <w:rsid w:val="007A4022"/>
    <w:rsid w:val="007A6E6E"/>
    <w:rsid w:val="007B7FDF"/>
    <w:rsid w:val="007C3299"/>
    <w:rsid w:val="007C3BCC"/>
    <w:rsid w:val="007C4546"/>
    <w:rsid w:val="007D5512"/>
    <w:rsid w:val="007D6E56"/>
    <w:rsid w:val="007F34C7"/>
    <w:rsid w:val="007F4155"/>
    <w:rsid w:val="0081554D"/>
    <w:rsid w:val="0081707E"/>
    <w:rsid w:val="0082003A"/>
    <w:rsid w:val="00820B02"/>
    <w:rsid w:val="00822D0F"/>
    <w:rsid w:val="0083172E"/>
    <w:rsid w:val="00842163"/>
    <w:rsid w:val="008449B3"/>
    <w:rsid w:val="00853E55"/>
    <w:rsid w:val="008552A2"/>
    <w:rsid w:val="0085747A"/>
    <w:rsid w:val="008668AD"/>
    <w:rsid w:val="0087583E"/>
    <w:rsid w:val="00884922"/>
    <w:rsid w:val="00885F64"/>
    <w:rsid w:val="008917F9"/>
    <w:rsid w:val="00893027"/>
    <w:rsid w:val="008959D8"/>
    <w:rsid w:val="008A45F7"/>
    <w:rsid w:val="008A6CFE"/>
    <w:rsid w:val="008C0CC0"/>
    <w:rsid w:val="008C19A9"/>
    <w:rsid w:val="008C379D"/>
    <w:rsid w:val="008C37E2"/>
    <w:rsid w:val="008C5147"/>
    <w:rsid w:val="008C5359"/>
    <w:rsid w:val="008C5363"/>
    <w:rsid w:val="008C72D7"/>
    <w:rsid w:val="008D378F"/>
    <w:rsid w:val="008D3DFB"/>
    <w:rsid w:val="008E64F4"/>
    <w:rsid w:val="008F12C9"/>
    <w:rsid w:val="008F6E29"/>
    <w:rsid w:val="009137F3"/>
    <w:rsid w:val="00916188"/>
    <w:rsid w:val="00923D7D"/>
    <w:rsid w:val="00936E6C"/>
    <w:rsid w:val="009451DB"/>
    <w:rsid w:val="009508DF"/>
    <w:rsid w:val="00950DAC"/>
    <w:rsid w:val="0095144F"/>
    <w:rsid w:val="00954A07"/>
    <w:rsid w:val="009609A2"/>
    <w:rsid w:val="0097657F"/>
    <w:rsid w:val="009826DC"/>
    <w:rsid w:val="00984B8D"/>
    <w:rsid w:val="00997839"/>
    <w:rsid w:val="00997F14"/>
    <w:rsid w:val="009A78D9"/>
    <w:rsid w:val="009B36A7"/>
    <w:rsid w:val="009B7C2E"/>
    <w:rsid w:val="009C3E31"/>
    <w:rsid w:val="009C54AE"/>
    <w:rsid w:val="009C788E"/>
    <w:rsid w:val="009D3F3B"/>
    <w:rsid w:val="009E0543"/>
    <w:rsid w:val="009E3B41"/>
    <w:rsid w:val="009F09A2"/>
    <w:rsid w:val="009F3C5C"/>
    <w:rsid w:val="009F4610"/>
    <w:rsid w:val="00A00ECC"/>
    <w:rsid w:val="00A155EE"/>
    <w:rsid w:val="00A2245B"/>
    <w:rsid w:val="00A22BC0"/>
    <w:rsid w:val="00A30110"/>
    <w:rsid w:val="00A36899"/>
    <w:rsid w:val="00A371F6"/>
    <w:rsid w:val="00A43BF6"/>
    <w:rsid w:val="00A46BDA"/>
    <w:rsid w:val="00A53FA5"/>
    <w:rsid w:val="00A54817"/>
    <w:rsid w:val="00A601C8"/>
    <w:rsid w:val="00A60799"/>
    <w:rsid w:val="00A84B92"/>
    <w:rsid w:val="00A84C85"/>
    <w:rsid w:val="00A97DE1"/>
    <w:rsid w:val="00AB053C"/>
    <w:rsid w:val="00AC6112"/>
    <w:rsid w:val="00AD1146"/>
    <w:rsid w:val="00AD27D3"/>
    <w:rsid w:val="00AD66D6"/>
    <w:rsid w:val="00AD6893"/>
    <w:rsid w:val="00AE1160"/>
    <w:rsid w:val="00AE203C"/>
    <w:rsid w:val="00AE2E74"/>
    <w:rsid w:val="00AE5FCB"/>
    <w:rsid w:val="00AF2C1E"/>
    <w:rsid w:val="00B02B94"/>
    <w:rsid w:val="00B06142"/>
    <w:rsid w:val="00B12976"/>
    <w:rsid w:val="00B135B1"/>
    <w:rsid w:val="00B25971"/>
    <w:rsid w:val="00B3130B"/>
    <w:rsid w:val="00B33594"/>
    <w:rsid w:val="00B40ADB"/>
    <w:rsid w:val="00B43B77"/>
    <w:rsid w:val="00B43E80"/>
    <w:rsid w:val="00B53F8D"/>
    <w:rsid w:val="00B607DB"/>
    <w:rsid w:val="00B66529"/>
    <w:rsid w:val="00B75946"/>
    <w:rsid w:val="00B8056E"/>
    <w:rsid w:val="00B815CF"/>
    <w:rsid w:val="00B819C8"/>
    <w:rsid w:val="00B82308"/>
    <w:rsid w:val="00B90885"/>
    <w:rsid w:val="00BB1811"/>
    <w:rsid w:val="00BB520A"/>
    <w:rsid w:val="00BD3869"/>
    <w:rsid w:val="00BD66E9"/>
    <w:rsid w:val="00BD6FF4"/>
    <w:rsid w:val="00BE5145"/>
    <w:rsid w:val="00BF2C41"/>
    <w:rsid w:val="00BF4E40"/>
    <w:rsid w:val="00C058B4"/>
    <w:rsid w:val="00C05F44"/>
    <w:rsid w:val="00C131B5"/>
    <w:rsid w:val="00C16ABF"/>
    <w:rsid w:val="00C170AE"/>
    <w:rsid w:val="00C24364"/>
    <w:rsid w:val="00C26CB7"/>
    <w:rsid w:val="00C324C1"/>
    <w:rsid w:val="00C36992"/>
    <w:rsid w:val="00C4088D"/>
    <w:rsid w:val="00C4645C"/>
    <w:rsid w:val="00C5039C"/>
    <w:rsid w:val="00C56036"/>
    <w:rsid w:val="00C607F5"/>
    <w:rsid w:val="00C61DC5"/>
    <w:rsid w:val="00C67E92"/>
    <w:rsid w:val="00C70A26"/>
    <w:rsid w:val="00C766DF"/>
    <w:rsid w:val="00C80863"/>
    <w:rsid w:val="00C87C5D"/>
    <w:rsid w:val="00C94B98"/>
    <w:rsid w:val="00CA2B96"/>
    <w:rsid w:val="00CA5089"/>
    <w:rsid w:val="00CD6897"/>
    <w:rsid w:val="00CE3CC2"/>
    <w:rsid w:val="00CE5BAC"/>
    <w:rsid w:val="00CE6CF2"/>
    <w:rsid w:val="00CF25BE"/>
    <w:rsid w:val="00CF7142"/>
    <w:rsid w:val="00CF7174"/>
    <w:rsid w:val="00CF76F7"/>
    <w:rsid w:val="00CF78ED"/>
    <w:rsid w:val="00D02B25"/>
    <w:rsid w:val="00D02EBA"/>
    <w:rsid w:val="00D0738E"/>
    <w:rsid w:val="00D17C3C"/>
    <w:rsid w:val="00D26B2C"/>
    <w:rsid w:val="00D352C9"/>
    <w:rsid w:val="00D42385"/>
    <w:rsid w:val="00D425B2"/>
    <w:rsid w:val="00D428D6"/>
    <w:rsid w:val="00D552B2"/>
    <w:rsid w:val="00D608D1"/>
    <w:rsid w:val="00D74119"/>
    <w:rsid w:val="00D8075B"/>
    <w:rsid w:val="00D8678B"/>
    <w:rsid w:val="00D900A6"/>
    <w:rsid w:val="00D9641A"/>
    <w:rsid w:val="00DA2114"/>
    <w:rsid w:val="00DC122F"/>
    <w:rsid w:val="00DC2A8D"/>
    <w:rsid w:val="00DD0878"/>
    <w:rsid w:val="00DE09C0"/>
    <w:rsid w:val="00DE34B6"/>
    <w:rsid w:val="00DE4A14"/>
    <w:rsid w:val="00DF2821"/>
    <w:rsid w:val="00DF320D"/>
    <w:rsid w:val="00DF71C8"/>
    <w:rsid w:val="00E04598"/>
    <w:rsid w:val="00E04E50"/>
    <w:rsid w:val="00E054DB"/>
    <w:rsid w:val="00E111B6"/>
    <w:rsid w:val="00E129B8"/>
    <w:rsid w:val="00E13DAD"/>
    <w:rsid w:val="00E178AB"/>
    <w:rsid w:val="00E21E7D"/>
    <w:rsid w:val="00E22FBC"/>
    <w:rsid w:val="00E24BF5"/>
    <w:rsid w:val="00E25338"/>
    <w:rsid w:val="00E25656"/>
    <w:rsid w:val="00E51E44"/>
    <w:rsid w:val="00E63348"/>
    <w:rsid w:val="00E742AA"/>
    <w:rsid w:val="00E77E88"/>
    <w:rsid w:val="00E8107D"/>
    <w:rsid w:val="00E960BB"/>
    <w:rsid w:val="00EA2074"/>
    <w:rsid w:val="00EA4832"/>
    <w:rsid w:val="00EA4A3E"/>
    <w:rsid w:val="00EA4E9D"/>
    <w:rsid w:val="00EC4899"/>
    <w:rsid w:val="00ED03AB"/>
    <w:rsid w:val="00ED32D2"/>
    <w:rsid w:val="00ED6EF0"/>
    <w:rsid w:val="00EE28AD"/>
    <w:rsid w:val="00EE32DE"/>
    <w:rsid w:val="00EE5457"/>
    <w:rsid w:val="00EE61C6"/>
    <w:rsid w:val="00EE7296"/>
    <w:rsid w:val="00EF14DA"/>
    <w:rsid w:val="00F04BA8"/>
    <w:rsid w:val="00F070AB"/>
    <w:rsid w:val="00F1289E"/>
    <w:rsid w:val="00F12AFD"/>
    <w:rsid w:val="00F13DB4"/>
    <w:rsid w:val="00F13E27"/>
    <w:rsid w:val="00F17567"/>
    <w:rsid w:val="00F27A7B"/>
    <w:rsid w:val="00F27CB4"/>
    <w:rsid w:val="00F41AB9"/>
    <w:rsid w:val="00F526AF"/>
    <w:rsid w:val="00F617C3"/>
    <w:rsid w:val="00F65D44"/>
    <w:rsid w:val="00F6766C"/>
    <w:rsid w:val="00F7066B"/>
    <w:rsid w:val="00F76839"/>
    <w:rsid w:val="00F83B28"/>
    <w:rsid w:val="00F84C78"/>
    <w:rsid w:val="00F86D55"/>
    <w:rsid w:val="00F974DA"/>
    <w:rsid w:val="00FA46E5"/>
    <w:rsid w:val="00FA52D3"/>
    <w:rsid w:val="00FB2592"/>
    <w:rsid w:val="00FB7DBA"/>
    <w:rsid w:val="00FC1C25"/>
    <w:rsid w:val="00FC3F45"/>
    <w:rsid w:val="00FC7EA0"/>
    <w:rsid w:val="00FD503F"/>
    <w:rsid w:val="00FD555A"/>
    <w:rsid w:val="00FD7589"/>
    <w:rsid w:val="00FF016A"/>
    <w:rsid w:val="00FF1401"/>
    <w:rsid w:val="00FF2FE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D1E2"/>
  <w15:docId w15:val="{2AF6D104-781C-4A1C-B994-E17C027E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CD1F-4DFB-44BB-BECA-B783B163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1609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18</cp:revision>
  <cp:lastPrinted>2019-02-06T12:12:00Z</cp:lastPrinted>
  <dcterms:created xsi:type="dcterms:W3CDTF">2020-02-03T08:18:00Z</dcterms:created>
  <dcterms:modified xsi:type="dcterms:W3CDTF">2021-09-06T09:27:00Z</dcterms:modified>
</cp:coreProperties>
</file>